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5ADC2" w14:textId="77777777" w:rsidR="006E5D65" w:rsidRPr="00CA2C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D8678B" w:rsidRPr="00CA2C2D">
        <w:rPr>
          <w:rFonts w:ascii="Corbel" w:hAnsi="Corbel"/>
          <w:bCs/>
          <w:i/>
        </w:rPr>
        <w:t xml:space="preserve">Załącznik nr </w:t>
      </w:r>
      <w:r w:rsidR="006F31E2" w:rsidRPr="00CA2C2D">
        <w:rPr>
          <w:rFonts w:ascii="Corbel" w:hAnsi="Corbel"/>
          <w:bCs/>
          <w:i/>
        </w:rPr>
        <w:t>1.5</w:t>
      </w:r>
      <w:r w:rsidR="00D8678B" w:rsidRPr="00CA2C2D">
        <w:rPr>
          <w:rFonts w:ascii="Corbel" w:hAnsi="Corbel"/>
          <w:bCs/>
          <w:i/>
        </w:rPr>
        <w:t xml:space="preserve"> do Zarządzenia</w:t>
      </w:r>
      <w:r w:rsidR="002A22BF" w:rsidRPr="00CA2C2D">
        <w:rPr>
          <w:rFonts w:ascii="Corbel" w:hAnsi="Corbel"/>
          <w:bCs/>
          <w:i/>
        </w:rPr>
        <w:t xml:space="preserve"> Rektora </w:t>
      </w:r>
      <w:proofErr w:type="spellStart"/>
      <w:r w:rsidR="002A22BF" w:rsidRPr="00CA2C2D">
        <w:rPr>
          <w:rFonts w:ascii="Corbel" w:hAnsi="Corbel"/>
          <w:bCs/>
          <w:i/>
        </w:rPr>
        <w:t>UR</w:t>
      </w:r>
      <w:proofErr w:type="spellEnd"/>
      <w:r w:rsidR="002A22BF" w:rsidRPr="00CA2C2D">
        <w:rPr>
          <w:rFonts w:ascii="Corbel" w:hAnsi="Corbel"/>
          <w:bCs/>
          <w:i/>
        </w:rPr>
        <w:t xml:space="preserve"> </w:t>
      </w:r>
      <w:r w:rsidRPr="00CA2C2D">
        <w:rPr>
          <w:rFonts w:ascii="Corbel" w:hAnsi="Corbel"/>
          <w:bCs/>
          <w:i/>
        </w:rPr>
        <w:t xml:space="preserve"> nr </w:t>
      </w:r>
      <w:r w:rsidR="00F17567" w:rsidRPr="00CA2C2D">
        <w:rPr>
          <w:rFonts w:ascii="Corbel" w:hAnsi="Corbel"/>
          <w:bCs/>
          <w:i/>
        </w:rPr>
        <w:t>12/2019</w:t>
      </w:r>
    </w:p>
    <w:p w14:paraId="13B7A46D" w14:textId="77777777" w:rsidR="0085747A" w:rsidRPr="00CA2C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SYLABUS</w:t>
      </w:r>
    </w:p>
    <w:p w14:paraId="072B9EE0" w14:textId="0C8ECB93" w:rsidR="0085747A" w:rsidRPr="00CA2C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A2C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A2C2D">
        <w:rPr>
          <w:rFonts w:ascii="Corbel" w:hAnsi="Corbel"/>
          <w:iCs/>
          <w:smallCaps/>
          <w:sz w:val="24"/>
          <w:szCs w:val="24"/>
        </w:rPr>
        <w:t>202</w:t>
      </w:r>
      <w:r w:rsidR="00DE4720">
        <w:rPr>
          <w:rFonts w:ascii="Corbel" w:hAnsi="Corbel"/>
          <w:iCs/>
          <w:smallCaps/>
          <w:sz w:val="24"/>
          <w:szCs w:val="24"/>
        </w:rPr>
        <w:t>1</w:t>
      </w:r>
      <w:r w:rsidR="00DC6D0C" w:rsidRPr="00CA2C2D">
        <w:rPr>
          <w:rFonts w:ascii="Corbel" w:hAnsi="Corbel"/>
          <w:iCs/>
          <w:smallCaps/>
          <w:sz w:val="24"/>
          <w:szCs w:val="24"/>
        </w:rPr>
        <w:t>-202</w:t>
      </w:r>
      <w:r w:rsidR="00DE4720">
        <w:rPr>
          <w:rFonts w:ascii="Corbel" w:hAnsi="Corbel"/>
          <w:iCs/>
          <w:smallCaps/>
          <w:sz w:val="24"/>
          <w:szCs w:val="24"/>
        </w:rPr>
        <w:t>4</w:t>
      </w:r>
    </w:p>
    <w:p w14:paraId="368EA9D7" w14:textId="68190092" w:rsidR="00445970" w:rsidRPr="00CA2C2D" w:rsidRDefault="004B4485" w:rsidP="00CA2C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DE4720">
        <w:rPr>
          <w:rFonts w:ascii="Corbel" w:hAnsi="Corbel"/>
          <w:sz w:val="20"/>
          <w:szCs w:val="20"/>
        </w:rPr>
        <w:t>3</w:t>
      </w:r>
      <w:r w:rsidR="00CA2C2D" w:rsidRPr="00CA2C2D">
        <w:rPr>
          <w:rFonts w:ascii="Corbel" w:hAnsi="Corbel"/>
          <w:sz w:val="20"/>
          <w:szCs w:val="20"/>
        </w:rPr>
        <w:t>/202</w:t>
      </w:r>
      <w:r w:rsidR="00DE472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A166111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699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 xml:space="preserve">1. </w:t>
      </w:r>
      <w:r w:rsidR="0085747A" w:rsidRPr="00CA2C2D">
        <w:rPr>
          <w:rFonts w:ascii="Corbel" w:hAnsi="Corbel"/>
          <w:szCs w:val="24"/>
        </w:rPr>
        <w:t xml:space="preserve">Podstawowe </w:t>
      </w:r>
      <w:r w:rsidR="00445970" w:rsidRPr="00CA2C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2C2D" w14:paraId="6E512085" w14:textId="77777777" w:rsidTr="12726018">
        <w:tc>
          <w:tcPr>
            <w:tcW w:w="2694" w:type="dxa"/>
            <w:vAlign w:val="center"/>
          </w:tcPr>
          <w:p w14:paraId="1785D2D0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F5231F" w14:textId="6316B4BC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Rachunkowość zarządcza</w:t>
            </w:r>
          </w:p>
        </w:tc>
      </w:tr>
      <w:tr w:rsidR="0085747A" w:rsidRPr="00CA2C2D" w14:paraId="09A11F75" w14:textId="77777777" w:rsidTr="12726018">
        <w:tc>
          <w:tcPr>
            <w:tcW w:w="2694" w:type="dxa"/>
            <w:vAlign w:val="center"/>
          </w:tcPr>
          <w:p w14:paraId="39597A5D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818ED" w14:textId="1E7B85B5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A37C0D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A37C0D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CA2C2D" w14:paraId="5721F30A" w14:textId="77777777" w:rsidTr="12726018">
        <w:tc>
          <w:tcPr>
            <w:tcW w:w="2694" w:type="dxa"/>
            <w:vAlign w:val="center"/>
          </w:tcPr>
          <w:p w14:paraId="05407970" w14:textId="77777777" w:rsidR="0085747A" w:rsidRPr="00CA2C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A2C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7F7E6E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2C2D" w14:paraId="335C804D" w14:textId="77777777" w:rsidTr="12726018">
        <w:tc>
          <w:tcPr>
            <w:tcW w:w="2694" w:type="dxa"/>
            <w:vAlign w:val="center"/>
          </w:tcPr>
          <w:p w14:paraId="4C759F7F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74B54F" w14:textId="365A9A42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A2C2D" w14:paraId="2626FB64" w14:textId="77777777" w:rsidTr="12726018">
        <w:tc>
          <w:tcPr>
            <w:tcW w:w="2694" w:type="dxa"/>
            <w:vAlign w:val="center"/>
          </w:tcPr>
          <w:p w14:paraId="7EB2D353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6210B0" w14:textId="582ACC2D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CA2C2D" w14:paraId="7E5CBD8D" w14:textId="77777777" w:rsidTr="12726018">
        <w:tc>
          <w:tcPr>
            <w:tcW w:w="2694" w:type="dxa"/>
            <w:vAlign w:val="center"/>
          </w:tcPr>
          <w:p w14:paraId="408701CC" w14:textId="77777777" w:rsidR="0085747A" w:rsidRPr="00CA2C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5CBA1E" w14:textId="49EA0FBE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A2C2D" w14:paraId="766A6EE4" w14:textId="77777777" w:rsidTr="12726018">
        <w:tc>
          <w:tcPr>
            <w:tcW w:w="2694" w:type="dxa"/>
            <w:vAlign w:val="center"/>
          </w:tcPr>
          <w:p w14:paraId="46E0D451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3DF846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A2C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A2C2D" w14:paraId="2E939EE2" w14:textId="77777777" w:rsidTr="12726018">
        <w:tc>
          <w:tcPr>
            <w:tcW w:w="2694" w:type="dxa"/>
            <w:vAlign w:val="center"/>
          </w:tcPr>
          <w:p w14:paraId="6C2D1C6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A6C9AD" w14:textId="33B0B8F4" w:rsidR="0085747A" w:rsidRPr="00E5557B" w:rsidRDefault="00E55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5557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CA2C2D" w14:paraId="23FE5CDC" w14:textId="77777777" w:rsidTr="12726018">
        <w:tc>
          <w:tcPr>
            <w:tcW w:w="2694" w:type="dxa"/>
            <w:vAlign w:val="center"/>
          </w:tcPr>
          <w:p w14:paraId="7042FDF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2C2D">
              <w:rPr>
                <w:rFonts w:ascii="Corbel" w:hAnsi="Corbel"/>
                <w:sz w:val="24"/>
                <w:szCs w:val="24"/>
              </w:rPr>
              <w:t>/y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50F72" w14:textId="49EC50AD" w:rsidR="0085747A" w:rsidRPr="00CA2C2D" w:rsidRDefault="00CA2C2D" w:rsidP="004B44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A37C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CA2C2D" w14:paraId="61046058" w14:textId="77777777" w:rsidTr="12726018">
        <w:tc>
          <w:tcPr>
            <w:tcW w:w="2694" w:type="dxa"/>
            <w:vAlign w:val="center"/>
          </w:tcPr>
          <w:p w14:paraId="703D3298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CAE6C7" w14:textId="51860271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A2C2D" w14:paraId="0B011F92" w14:textId="77777777" w:rsidTr="12726018">
        <w:tc>
          <w:tcPr>
            <w:tcW w:w="2694" w:type="dxa"/>
            <w:vAlign w:val="center"/>
          </w:tcPr>
          <w:p w14:paraId="7FF0FA23" w14:textId="77777777" w:rsidR="00923D7D" w:rsidRPr="00CA2C2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91FAD" w14:textId="77777777" w:rsidR="00923D7D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2C2D" w14:paraId="5BDF673E" w14:textId="77777777" w:rsidTr="12726018">
        <w:tc>
          <w:tcPr>
            <w:tcW w:w="2694" w:type="dxa"/>
            <w:vAlign w:val="center"/>
          </w:tcPr>
          <w:p w14:paraId="4524D0D9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CE023" w14:textId="23E78D6E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>
              <w:rPr>
                <w:rFonts w:ascii="Corbel" w:hAnsi="Corbel"/>
                <w:b w:val="0"/>
                <w:sz w:val="24"/>
                <w:szCs w:val="24"/>
              </w:rPr>
              <w:t xml:space="preserve">r Ewelina </w:t>
            </w:r>
            <w:proofErr w:type="spellStart"/>
            <w:r w:rsidR="00CA2C2D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="00CA2C2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A2C2D" w14:paraId="42E72789" w14:textId="77777777" w:rsidTr="12726018">
        <w:tc>
          <w:tcPr>
            <w:tcW w:w="2694" w:type="dxa"/>
            <w:vAlign w:val="center"/>
          </w:tcPr>
          <w:p w14:paraId="2488AF2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37DA0" w14:textId="21A560C8" w:rsidR="00CA2C2D" w:rsidRPr="00CA2C2D" w:rsidRDefault="004B4485" w:rsidP="004B448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r Ewelina </w:t>
            </w:r>
            <w:proofErr w:type="spellStart"/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Pr="12726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  <w:r w:rsidR="5A797201" w:rsidRPr="127260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5A797201" w:rsidRPr="0076539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5A797201" w:rsidRPr="00765399">
              <w:rPr>
                <w:rFonts w:ascii="Corbel" w:eastAsia="Corbel" w:hAnsi="Corbel" w:cs="Corbel"/>
                <w:b w:val="0"/>
                <w:sz w:val="24"/>
                <w:szCs w:val="24"/>
              </w:rPr>
              <w:t>gr Justyna Chmiel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8E48664" w14:textId="7B54BA4D" w:rsidR="0085747A" w:rsidRPr="00CA2C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="00B90885" w:rsidRPr="00CA2C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2C2D">
        <w:rPr>
          <w:rFonts w:ascii="Corbel" w:hAnsi="Corbel"/>
          <w:b w:val="0"/>
          <w:sz w:val="24"/>
          <w:szCs w:val="24"/>
        </w:rPr>
        <w:t>e,</w:t>
      </w:r>
      <w:r w:rsidR="002B39BB"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2C2D">
        <w:rPr>
          <w:rFonts w:ascii="Corbel" w:hAnsi="Corbel"/>
          <w:b w:val="0"/>
          <w:i/>
          <w:sz w:val="24"/>
          <w:szCs w:val="24"/>
        </w:rPr>
        <w:t>w Jednostce</w:t>
      </w:r>
    </w:p>
    <w:p w14:paraId="70A5CA6E" w14:textId="43A680BE" w:rsidR="0085747A" w:rsidRPr="00CA2C2D" w:rsidRDefault="00E71D09" w:rsidP="00E71D09">
      <w:pPr>
        <w:pStyle w:val="Podpunkty"/>
        <w:ind w:left="0" w:firstLine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CA2C2D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="0085747A" w:rsidRPr="00CA2C2D">
        <w:rPr>
          <w:rFonts w:ascii="Corbel" w:hAnsi="Corbel"/>
          <w:sz w:val="24"/>
          <w:szCs w:val="24"/>
        </w:rPr>
        <w:t>ECTS</w:t>
      </w:r>
      <w:proofErr w:type="spellEnd"/>
      <w:r w:rsidR="0085747A" w:rsidRPr="00CA2C2D">
        <w:rPr>
          <w:rFonts w:ascii="Corbel" w:hAnsi="Corbel"/>
          <w:sz w:val="24"/>
          <w:szCs w:val="24"/>
        </w:rPr>
        <w:t xml:space="preserve"> </w:t>
      </w:r>
    </w:p>
    <w:p w14:paraId="2353D9D2" w14:textId="77777777" w:rsidR="00923D7D" w:rsidRPr="00CA2C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2C2D" w14:paraId="3489861C" w14:textId="77777777" w:rsidTr="00CA2C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A81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Semestr</w:t>
            </w:r>
          </w:p>
          <w:p w14:paraId="1517E011" w14:textId="77777777" w:rsidR="00015B8F" w:rsidRPr="00CA2C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(</w:t>
            </w:r>
            <w:r w:rsidR="00363F78" w:rsidRPr="00CA2C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08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2C2D">
              <w:rPr>
                <w:rFonts w:ascii="Corbel" w:hAnsi="Corbel"/>
                <w:szCs w:val="24"/>
              </w:rPr>
              <w:t>Wykł</w:t>
            </w:r>
            <w:proofErr w:type="spellEnd"/>
            <w:r w:rsidRPr="00CA2C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19C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28AE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2C2D">
              <w:rPr>
                <w:rFonts w:ascii="Corbel" w:hAnsi="Corbel"/>
                <w:szCs w:val="24"/>
              </w:rPr>
              <w:t>Konw</w:t>
            </w:r>
            <w:proofErr w:type="spellEnd"/>
            <w:r w:rsidRPr="00CA2C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944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068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2C2D">
              <w:rPr>
                <w:rFonts w:ascii="Corbel" w:hAnsi="Corbel"/>
                <w:szCs w:val="24"/>
              </w:rPr>
              <w:t>Sem</w:t>
            </w:r>
            <w:proofErr w:type="spellEnd"/>
            <w:r w:rsidRPr="00CA2C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E1A9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2C2D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B7B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2C2D">
              <w:rPr>
                <w:rFonts w:ascii="Corbel" w:hAnsi="Corbel"/>
                <w:szCs w:val="24"/>
              </w:rPr>
              <w:t>Prakt</w:t>
            </w:r>
            <w:proofErr w:type="spellEnd"/>
            <w:r w:rsidRPr="00CA2C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68A3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F7A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2C2D">
              <w:rPr>
                <w:rFonts w:ascii="Corbel" w:hAnsi="Corbel"/>
                <w:b/>
                <w:szCs w:val="24"/>
              </w:rPr>
              <w:t>Liczba pkt</w:t>
            </w:r>
            <w:r w:rsidR="00B90885" w:rsidRPr="00CA2C2D">
              <w:rPr>
                <w:rFonts w:ascii="Corbel" w:hAnsi="Corbel"/>
                <w:b/>
                <w:szCs w:val="24"/>
              </w:rPr>
              <w:t>.</w:t>
            </w:r>
            <w:r w:rsidRPr="00CA2C2D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CA2C2D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CA2C2D" w:rsidRPr="00CA2C2D" w14:paraId="1282FF61" w14:textId="77777777" w:rsidTr="00CA2C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6FB" w14:textId="547D1F4F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B79C" w14:textId="51A66188" w:rsidR="00CA2C2D" w:rsidRPr="00CA2C2D" w:rsidRDefault="00E5557B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C001" w14:textId="3612B016" w:rsidR="00CA2C2D" w:rsidRPr="00CA2C2D" w:rsidRDefault="00E5557B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A227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06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FBA0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DB2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92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A61F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442" w14:textId="405DC591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B059FC" w14:textId="77777777" w:rsidR="00923D7D" w:rsidRPr="00CA2C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790BDD" w14:textId="77777777" w:rsidR="00923D7D" w:rsidRPr="00CA2C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C8E5BD" w14:textId="77777777" w:rsidR="0085747A" w:rsidRPr="00CA2C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</w:t>
      </w:r>
      <w:r w:rsidR="00E22FBC" w:rsidRPr="00CA2C2D">
        <w:rPr>
          <w:rFonts w:ascii="Corbel" w:hAnsi="Corbel"/>
          <w:smallCaps w:val="0"/>
          <w:szCs w:val="24"/>
        </w:rPr>
        <w:t>2</w:t>
      </w:r>
      <w:r w:rsidR="00F83B28" w:rsidRPr="00CA2C2D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 xml:space="preserve">Sposób realizacji zajęć  </w:t>
      </w:r>
    </w:p>
    <w:p w14:paraId="5C54C714" w14:textId="77777777" w:rsidR="007D249B" w:rsidRPr="00FD7701" w:rsidRDefault="007D249B" w:rsidP="007D24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B6622E8" w14:textId="77777777" w:rsidR="007D249B" w:rsidRPr="00FD7701" w:rsidRDefault="007D249B" w:rsidP="007D24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6862602E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10C238" w14:textId="3F60FE06" w:rsidR="00E22FBC" w:rsidRPr="00CA2C2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1.3</w:t>
      </w:r>
      <w:r w:rsidR="004B4485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>For</w:t>
      </w:r>
      <w:r w:rsidR="00445970" w:rsidRPr="00CA2C2D">
        <w:rPr>
          <w:rFonts w:ascii="Corbel" w:hAnsi="Corbel"/>
          <w:smallCaps w:val="0"/>
          <w:szCs w:val="24"/>
        </w:rPr>
        <w:t xml:space="preserve">ma zaliczenia przedmiotu </w:t>
      </w:r>
      <w:r w:rsidRPr="00CA2C2D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6DBD3B" w14:textId="70A3A53E" w:rsidR="00CA2C2D" w:rsidRPr="00A37C0D" w:rsidRDefault="004B4485" w:rsidP="00CA2C2D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CA2C2D" w:rsidRPr="00A37C0D">
        <w:rPr>
          <w:rFonts w:ascii="Corbel" w:hAnsi="Corbel"/>
          <w:sz w:val="24"/>
          <w:szCs w:val="24"/>
        </w:rPr>
        <w:t>aliczenie z oceną</w:t>
      </w:r>
    </w:p>
    <w:p w14:paraId="280F068A" w14:textId="77777777" w:rsidR="00E960BB" w:rsidRPr="00CA2C2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A9CDE" w14:textId="59F1B80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2.</w:t>
      </w:r>
      <w:r w:rsidR="004B4485">
        <w:rPr>
          <w:rFonts w:ascii="Corbel" w:hAnsi="Corbel"/>
          <w:szCs w:val="24"/>
        </w:rPr>
        <w:t xml:space="preserve"> </w:t>
      </w:r>
      <w:r w:rsidRPr="00CA2C2D">
        <w:rPr>
          <w:rFonts w:ascii="Corbel" w:hAnsi="Corbel"/>
          <w:szCs w:val="24"/>
        </w:rPr>
        <w:t xml:space="preserve">Wymagania wstępne </w:t>
      </w:r>
    </w:p>
    <w:p w14:paraId="536B643F" w14:textId="77777777" w:rsidR="004B4485" w:rsidRPr="00CA2C2D" w:rsidRDefault="004B44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7D1B5DAF" w14:textId="77777777" w:rsidTr="00745302">
        <w:tc>
          <w:tcPr>
            <w:tcW w:w="9670" w:type="dxa"/>
          </w:tcPr>
          <w:p w14:paraId="5D28B101" w14:textId="5399EECF" w:rsidR="0085747A" w:rsidRPr="00CA2C2D" w:rsidRDefault="00CA2C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</w:t>
            </w:r>
            <w:r w:rsidR="004B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rachunkowości.</w:t>
            </w:r>
          </w:p>
        </w:tc>
      </w:tr>
    </w:tbl>
    <w:p w14:paraId="1DE5F91D" w14:textId="77777777" w:rsidR="00153C41" w:rsidRPr="00CA2C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928ECD" w14:textId="29601552" w:rsidR="0085747A" w:rsidRPr="00CA2C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3.</w:t>
      </w:r>
      <w:r w:rsidR="00E71D09">
        <w:rPr>
          <w:rFonts w:ascii="Corbel" w:hAnsi="Corbel"/>
          <w:szCs w:val="24"/>
        </w:rPr>
        <w:t xml:space="preserve"> </w:t>
      </w:r>
      <w:r w:rsidR="00A84C85" w:rsidRPr="00CA2C2D">
        <w:rPr>
          <w:rFonts w:ascii="Corbel" w:hAnsi="Corbel"/>
          <w:szCs w:val="24"/>
        </w:rPr>
        <w:t>cele, efekty uczenia się</w:t>
      </w:r>
      <w:r w:rsidR="0085747A" w:rsidRPr="00CA2C2D">
        <w:rPr>
          <w:rFonts w:ascii="Corbel" w:hAnsi="Corbel"/>
          <w:szCs w:val="24"/>
        </w:rPr>
        <w:t>, treści Programowe i stosowane metody Dydaktyczne</w:t>
      </w:r>
    </w:p>
    <w:p w14:paraId="037D09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42B1C" w14:textId="233AFF47" w:rsidR="0085747A" w:rsidRPr="00CA2C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lastRenderedPageBreak/>
        <w:t>3.1</w:t>
      </w:r>
      <w:r w:rsidR="00E71D09">
        <w:rPr>
          <w:rFonts w:ascii="Corbel" w:hAnsi="Corbel"/>
          <w:sz w:val="24"/>
          <w:szCs w:val="24"/>
        </w:rPr>
        <w:t>.</w:t>
      </w:r>
      <w:r w:rsidRPr="00CA2C2D">
        <w:rPr>
          <w:rFonts w:ascii="Corbel" w:hAnsi="Corbel"/>
          <w:sz w:val="24"/>
          <w:szCs w:val="24"/>
        </w:rPr>
        <w:t xml:space="preserve"> </w:t>
      </w:r>
      <w:r w:rsidR="00C05F44" w:rsidRPr="00CA2C2D">
        <w:rPr>
          <w:rFonts w:ascii="Corbel" w:hAnsi="Corbel"/>
          <w:sz w:val="24"/>
          <w:szCs w:val="24"/>
        </w:rPr>
        <w:t>Cele przedmiotu</w:t>
      </w:r>
    </w:p>
    <w:p w14:paraId="2826BDF8" w14:textId="77777777" w:rsidR="00F83B28" w:rsidRPr="00CA2C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A2C2D" w:rsidRPr="00CA2C2D" w14:paraId="2E6D2E1C" w14:textId="77777777" w:rsidTr="00CA2C2D">
        <w:tc>
          <w:tcPr>
            <w:tcW w:w="841" w:type="dxa"/>
            <w:vAlign w:val="center"/>
          </w:tcPr>
          <w:p w14:paraId="7152A30A" w14:textId="15A3C3B5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0A45AF92" w14:textId="4697ADD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rachunkowości zarządczej. </w:t>
            </w:r>
          </w:p>
        </w:tc>
      </w:tr>
      <w:tr w:rsidR="00CA2C2D" w:rsidRPr="00CA2C2D" w14:paraId="6935B305" w14:textId="77777777" w:rsidTr="00CA2C2D">
        <w:tc>
          <w:tcPr>
            <w:tcW w:w="841" w:type="dxa"/>
            <w:vAlign w:val="center"/>
          </w:tcPr>
          <w:p w14:paraId="2D8EB93F" w14:textId="43F464E6" w:rsidR="00CA2C2D" w:rsidRPr="00CA2C2D" w:rsidRDefault="00CA2C2D" w:rsidP="00CA2C2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7656DE4" w14:textId="11CF9EF4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wykorzystania wybranych metod rachunkowości zarządczej oraz samodzielnego twórczego myślenia i podejmowania decyzji na bazie informacji kosztowych.  </w:t>
            </w:r>
          </w:p>
        </w:tc>
      </w:tr>
      <w:tr w:rsidR="00CA2C2D" w:rsidRPr="00CA2C2D" w14:paraId="6B4D31BA" w14:textId="77777777" w:rsidTr="00CA2C2D">
        <w:tc>
          <w:tcPr>
            <w:tcW w:w="841" w:type="dxa"/>
            <w:vAlign w:val="center"/>
          </w:tcPr>
          <w:p w14:paraId="4C21B5EF" w14:textId="6511B07C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44D79F9" w14:textId="72AC679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Motywowanie do przyjmowania aktywnej postawy i formułowania własnych ocen w obszarze zarządzania przedsiębiorstwem. </w:t>
            </w:r>
          </w:p>
        </w:tc>
      </w:tr>
    </w:tbl>
    <w:p w14:paraId="0B79987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AFCA6" w14:textId="460CD594" w:rsidR="001D7B54" w:rsidRPr="00CA2C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3.2</w:t>
      </w:r>
      <w:r w:rsidR="004B4485">
        <w:rPr>
          <w:rFonts w:ascii="Corbel" w:hAnsi="Corbel"/>
          <w:b/>
          <w:sz w:val="24"/>
          <w:szCs w:val="24"/>
        </w:rPr>
        <w:t>.</w:t>
      </w:r>
      <w:r w:rsidRPr="00CA2C2D">
        <w:rPr>
          <w:rFonts w:ascii="Corbel" w:hAnsi="Corbel"/>
          <w:b/>
          <w:sz w:val="24"/>
          <w:szCs w:val="24"/>
        </w:rPr>
        <w:t xml:space="preserve"> </w:t>
      </w:r>
      <w:r w:rsidR="001D7B54" w:rsidRPr="00CA2C2D">
        <w:rPr>
          <w:rFonts w:ascii="Corbel" w:hAnsi="Corbel"/>
          <w:b/>
          <w:sz w:val="24"/>
          <w:szCs w:val="24"/>
        </w:rPr>
        <w:t xml:space="preserve">Efekty </w:t>
      </w:r>
      <w:r w:rsidR="00C05F44" w:rsidRPr="00CA2C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2C2D">
        <w:rPr>
          <w:rFonts w:ascii="Corbel" w:hAnsi="Corbel"/>
          <w:b/>
          <w:sz w:val="24"/>
          <w:szCs w:val="24"/>
        </w:rPr>
        <w:t>dla przedmiotu</w:t>
      </w:r>
    </w:p>
    <w:p w14:paraId="361B49F7" w14:textId="77777777" w:rsidR="001D7B54" w:rsidRPr="00CA2C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2C2D" w14:paraId="66FC5DCC" w14:textId="77777777" w:rsidTr="5EF587A4"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14:paraId="4FF16484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2C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bottom w:val="single" w:sz="4" w:space="0" w:color="auto"/>
            </w:tcBorders>
            <w:vAlign w:val="center"/>
          </w:tcPr>
          <w:p w14:paraId="7AAA0958" w14:textId="77777777" w:rsidR="0085747A" w:rsidRPr="00CA2C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68357CA9" w14:textId="546FBF92" w:rsidR="0085747A" w:rsidRPr="00CA2C2D" w:rsidRDefault="0085747A" w:rsidP="00975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2C2D" w:rsidRPr="00CA2C2D" w14:paraId="376398B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455B" w14:textId="0C6FE8AD" w:rsidR="00CA2C2D" w:rsidRPr="00CA2C2D" w:rsidRDefault="004B4485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A2C2D" w:rsidRPr="00A37C0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3A0" w14:textId="22A2EBCD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4B4485">
              <w:rPr>
                <w:rFonts w:ascii="Corbel" w:hAnsi="Corbel"/>
                <w:b w:val="0"/>
                <w:smallCaps w:val="0"/>
                <w:szCs w:val="24"/>
              </w:rPr>
              <w:t xml:space="preserve">i opisuje narzędzia i techniki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strategicznej oraz operacyjnej rachunkowości zarządczej oraz rozumie ekonomiczne uwarunkowania procesu zarządczego w przedsiębiorstwie.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49"/>
            </w:tblGrid>
            <w:tr w:rsidR="5EF587A4" w:rsidRPr="00765399" w14:paraId="62C81799" w14:textId="77777777" w:rsidTr="5EF587A4">
              <w:trPr>
                <w:jc w:val="center"/>
              </w:trPr>
              <w:tc>
                <w:tcPr>
                  <w:tcW w:w="1650" w:type="dxa"/>
                </w:tcPr>
                <w:p w14:paraId="026B6FBC" w14:textId="3079A965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K_W01</w:t>
                  </w:r>
                </w:p>
                <w:p w14:paraId="79A29FC2" w14:textId="279B352B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K_W02</w:t>
                  </w:r>
                </w:p>
                <w:p w14:paraId="6F347220" w14:textId="5BB64617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K_W03</w:t>
                  </w:r>
                </w:p>
              </w:tc>
            </w:tr>
          </w:tbl>
          <w:p w14:paraId="2BBE1CCC" w14:textId="505B0706" w:rsidR="00CA2C2D" w:rsidRPr="00765399" w:rsidRDefault="00CA2C2D" w:rsidP="004B04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A2C2D" w:rsidRPr="00CA2C2D" w14:paraId="6CEEA1C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5A9" w14:textId="62B79246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493" w14:textId="37736BC2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Charakteryzuje koszty, systemy ewidencyjne i modele rachunku kosztów.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47ED" w14:textId="70E60BE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K_W04</w:t>
            </w:r>
          </w:p>
          <w:p w14:paraId="30D23771" w14:textId="77993C8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K_W05</w:t>
            </w:r>
          </w:p>
          <w:p w14:paraId="7C192D5F" w14:textId="1E89DC47" w:rsidR="00CA2C2D" w:rsidRPr="00765399" w:rsidRDefault="15032FD9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K_W09</w:t>
            </w:r>
          </w:p>
        </w:tc>
      </w:tr>
      <w:tr w:rsidR="00CA2C2D" w:rsidRPr="00CA2C2D" w14:paraId="6127066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A55" w14:textId="4838C5BE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D08" w14:textId="4506E656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Wykorzystuje proste techniki rachunkowości zarządczej, w tym rachunek kalkulacyjny i </w:t>
            </w:r>
            <w:proofErr w:type="spellStart"/>
            <w:r w:rsidRPr="00CA2C2D">
              <w:rPr>
                <w:rFonts w:ascii="Corbel" w:hAnsi="Corbel"/>
                <w:b w:val="0"/>
                <w:smallCaps w:val="0"/>
                <w:szCs w:val="24"/>
              </w:rPr>
              <w:t>BEP</w:t>
            </w:r>
            <w:proofErr w:type="spellEnd"/>
            <w:r w:rsidRPr="00CA2C2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87CE" w14:textId="1D305858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K_U01</w:t>
            </w:r>
          </w:p>
          <w:p w14:paraId="7DC7480F" w14:textId="7501DCA1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68A370B0" w14:textId="673BC585" w:rsidR="00CA2C2D" w:rsidRPr="00765399" w:rsidRDefault="516EE131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K_U05</w:t>
            </w:r>
          </w:p>
        </w:tc>
      </w:tr>
      <w:tr w:rsidR="00CA2C2D" w:rsidRPr="00CA2C2D" w14:paraId="71F75D2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EC0" w14:textId="286E44C9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E0C2" w14:textId="2951AD9C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Planuje efektywne gospodarowanie zasobami, przewiduje reakcję kosztów względem rozmiarów produkcji oraz wpływ różnych czynników na wyniki finansowe.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60A4" w14:textId="602A8044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FA6990D" w14:textId="6FF21B6E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2F192042" w14:textId="3D89022A" w:rsidR="00CA2C2D" w:rsidRPr="00765399" w:rsidRDefault="5D734B4F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K_U04</w:t>
            </w:r>
          </w:p>
        </w:tc>
      </w:tr>
      <w:tr w:rsidR="00CA2C2D" w:rsidRPr="00CA2C2D" w14:paraId="0F878D27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D4E6" w14:textId="5E209DEC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4189" w14:textId="24575C0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Potrafi komunikować się z otoczeniem.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7A2" w14:textId="406B0CB2" w:rsidR="00CA2C2D" w:rsidRPr="00765399" w:rsidRDefault="32FA87A3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K_U07</w:t>
            </w:r>
          </w:p>
        </w:tc>
      </w:tr>
      <w:tr w:rsidR="00CA2C2D" w:rsidRPr="00CA2C2D" w14:paraId="71FD5501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862E" w14:textId="7E5B2B45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912" w14:textId="0A9800B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gospodarczych.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86" w14:textId="10D3C705" w:rsidR="00CA2C2D" w:rsidRPr="00765399" w:rsidRDefault="07AE6128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K_K03</w:t>
            </w:r>
          </w:p>
        </w:tc>
      </w:tr>
    </w:tbl>
    <w:p w14:paraId="312D579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5075B" w14:textId="5F3CEA31" w:rsidR="0085747A" w:rsidRPr="00CA2C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3.3</w:t>
      </w:r>
      <w:r w:rsidR="004B4485">
        <w:rPr>
          <w:rFonts w:ascii="Corbel" w:hAnsi="Corbel"/>
          <w:b/>
          <w:sz w:val="24"/>
          <w:szCs w:val="24"/>
        </w:rPr>
        <w:t xml:space="preserve">. </w:t>
      </w:r>
      <w:r w:rsidR="0085747A" w:rsidRPr="00CA2C2D">
        <w:rPr>
          <w:rFonts w:ascii="Corbel" w:hAnsi="Corbel"/>
          <w:b/>
          <w:sz w:val="24"/>
          <w:szCs w:val="24"/>
        </w:rPr>
        <w:t>T</w:t>
      </w:r>
      <w:r w:rsidR="001D7B54" w:rsidRPr="00CA2C2D">
        <w:rPr>
          <w:rFonts w:ascii="Corbel" w:hAnsi="Corbel"/>
          <w:b/>
          <w:sz w:val="24"/>
          <w:szCs w:val="24"/>
        </w:rPr>
        <w:t xml:space="preserve">reści programowe </w:t>
      </w:r>
    </w:p>
    <w:p w14:paraId="1177F1F2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Problematyka wykładu </w:t>
      </w:r>
    </w:p>
    <w:p w14:paraId="41899A1F" w14:textId="77777777" w:rsidR="00675843" w:rsidRPr="00CA2C2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77EB47AE" w14:textId="77777777" w:rsidTr="00CA2C2D">
        <w:tc>
          <w:tcPr>
            <w:tcW w:w="9520" w:type="dxa"/>
          </w:tcPr>
          <w:p w14:paraId="56EA5C7F" w14:textId="77777777" w:rsidR="0085747A" w:rsidRPr="00CA2C2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2C2D" w:rsidRPr="00CA2C2D" w14:paraId="16919980" w14:textId="77777777" w:rsidTr="00CA2C2D">
        <w:tc>
          <w:tcPr>
            <w:tcW w:w="9520" w:type="dxa"/>
          </w:tcPr>
          <w:p w14:paraId="1829CC5C" w14:textId="353FA72F" w:rsidR="00CA2C2D" w:rsidRPr="00CA2C2D" w:rsidRDefault="00CA2C2D" w:rsidP="00CA2C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Wprowadzenie do rachunkowości zarządczej – istota, funkcje, koncepcje. </w:t>
            </w:r>
          </w:p>
        </w:tc>
      </w:tr>
      <w:tr w:rsidR="00CA2C2D" w:rsidRPr="00CA2C2D" w14:paraId="0FD4B697" w14:textId="77777777" w:rsidTr="00CA2C2D">
        <w:tc>
          <w:tcPr>
            <w:tcW w:w="9520" w:type="dxa"/>
          </w:tcPr>
          <w:p w14:paraId="6ABA8031" w14:textId="65FD86C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– rola w procesie kierowania przedsiębiorstwem.</w:t>
            </w:r>
          </w:p>
        </w:tc>
      </w:tr>
      <w:tr w:rsidR="00CA2C2D" w:rsidRPr="00CA2C2D" w14:paraId="767D676C" w14:textId="77777777" w:rsidTr="00CA2C2D">
        <w:tc>
          <w:tcPr>
            <w:tcW w:w="9520" w:type="dxa"/>
          </w:tcPr>
          <w:p w14:paraId="6E6D69B6" w14:textId="4A28257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Ewidencja kosztów – układ rodzajowy i kalkulacyjny, zmiana stanu produktów, rozliczenia międzyokresowe kosztów</w:t>
            </w:r>
          </w:p>
        </w:tc>
      </w:tr>
      <w:tr w:rsidR="00CA2C2D" w:rsidRPr="00CA2C2D" w14:paraId="2D7C2600" w14:textId="77777777" w:rsidTr="00CA2C2D">
        <w:tc>
          <w:tcPr>
            <w:tcW w:w="9520" w:type="dxa"/>
            <w:vAlign w:val="center"/>
          </w:tcPr>
          <w:p w14:paraId="013A1D21" w14:textId="0131D6F2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A2C2D" w:rsidRPr="00CA2C2D" w14:paraId="2B05F129" w14:textId="77777777" w:rsidTr="00CA2C2D">
        <w:tc>
          <w:tcPr>
            <w:tcW w:w="9520" w:type="dxa"/>
            <w:vAlign w:val="center"/>
          </w:tcPr>
          <w:p w14:paraId="0B57312B" w14:textId="700FA26E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Rachunek kalkulacyjny kosztów. Koszt wytworzenia i koszt własny. </w:t>
            </w:r>
          </w:p>
        </w:tc>
      </w:tr>
      <w:tr w:rsidR="00CA2C2D" w:rsidRPr="00CA2C2D" w14:paraId="1FCF938E" w14:textId="77777777" w:rsidTr="00CA2C2D">
        <w:tc>
          <w:tcPr>
            <w:tcW w:w="9520" w:type="dxa"/>
            <w:vAlign w:val="center"/>
          </w:tcPr>
          <w:p w14:paraId="3C72EBDF" w14:textId="22D74FB9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Kalkulacje kosztowe – podziałowa prosta, podziałowa ze współczynnikami, produkcji </w:t>
            </w: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sprzężonej, fazowa, zleceniowa, asortymentowa.</w:t>
            </w:r>
          </w:p>
        </w:tc>
      </w:tr>
      <w:tr w:rsidR="00CA2C2D" w:rsidRPr="00CA2C2D" w14:paraId="2D7265E3" w14:textId="77777777" w:rsidTr="00CA2C2D">
        <w:tc>
          <w:tcPr>
            <w:tcW w:w="9520" w:type="dxa"/>
            <w:vAlign w:val="center"/>
          </w:tcPr>
          <w:p w14:paraId="6CA5BDE2" w14:textId="36B8F98C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Analiza relacji „koszt – rozmiary produkcji – zysk”</w:t>
            </w:r>
            <w:r w:rsidR="008C28A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28AD">
              <w:rPr>
                <w:rFonts w:ascii="Corbel" w:hAnsi="Corbel"/>
                <w:sz w:val="24"/>
                <w:szCs w:val="24"/>
              </w:rPr>
              <w:t>próg rentowności, margines bezpieczeństwa, marża</w:t>
            </w:r>
            <w:r w:rsidR="008C28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F58143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CB7E3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2C2D">
        <w:rPr>
          <w:rFonts w:ascii="Corbel" w:hAnsi="Corbel"/>
          <w:sz w:val="24"/>
          <w:szCs w:val="24"/>
        </w:rPr>
        <w:t xml:space="preserve">, </w:t>
      </w:r>
      <w:r w:rsidRPr="00CA2C2D">
        <w:rPr>
          <w:rFonts w:ascii="Corbel" w:hAnsi="Corbel"/>
          <w:sz w:val="24"/>
          <w:szCs w:val="24"/>
        </w:rPr>
        <w:t xml:space="preserve">zajęć praktycznych </w:t>
      </w:r>
    </w:p>
    <w:p w14:paraId="31D7636C" w14:textId="77777777" w:rsidR="0085747A" w:rsidRPr="00CA2C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432C185B" w14:textId="77777777" w:rsidTr="001C7E63">
        <w:tc>
          <w:tcPr>
            <w:tcW w:w="9520" w:type="dxa"/>
          </w:tcPr>
          <w:p w14:paraId="2F0DE58D" w14:textId="77777777" w:rsidR="0085747A" w:rsidRPr="00CA2C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E63" w:rsidRPr="00CA2C2D" w14:paraId="15A42C32" w14:textId="77777777" w:rsidTr="001C7E63">
        <w:tc>
          <w:tcPr>
            <w:tcW w:w="9520" w:type="dxa"/>
            <w:vAlign w:val="center"/>
          </w:tcPr>
          <w:p w14:paraId="0DAF3580" w14:textId="72A6DDF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Klasyfikacja, wycena i ewidencja kosztów – układ rodzajowy i kalkulacyjny, zmiana stanu produktów, rozliczenia międzyokresowe kosztów. </w:t>
            </w:r>
          </w:p>
        </w:tc>
      </w:tr>
      <w:tr w:rsidR="001C7E63" w:rsidRPr="00CA2C2D" w14:paraId="77E175B6" w14:textId="77777777" w:rsidTr="001C7E63">
        <w:tc>
          <w:tcPr>
            <w:tcW w:w="9520" w:type="dxa"/>
            <w:vAlign w:val="center"/>
          </w:tcPr>
          <w:p w14:paraId="56403296" w14:textId="069E74B9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podziałowa prosta i ze współczynnikami – obliczanie kosztu jednostkowego.</w:t>
            </w:r>
          </w:p>
        </w:tc>
      </w:tr>
      <w:tr w:rsidR="001C7E63" w:rsidRPr="00CA2C2D" w14:paraId="5178F23F" w14:textId="77777777" w:rsidTr="001C7E63">
        <w:tc>
          <w:tcPr>
            <w:tcW w:w="9520" w:type="dxa"/>
            <w:vAlign w:val="center"/>
          </w:tcPr>
          <w:p w14:paraId="713320A9" w14:textId="07F099FA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fazowa oraz produkcji sprzężonej – obliczanie kosztu jednostkowego.</w:t>
            </w:r>
          </w:p>
        </w:tc>
      </w:tr>
      <w:tr w:rsidR="001C7E63" w:rsidRPr="00CA2C2D" w14:paraId="11DD4BD5" w14:textId="77777777" w:rsidTr="001C7E63">
        <w:tc>
          <w:tcPr>
            <w:tcW w:w="9520" w:type="dxa"/>
          </w:tcPr>
          <w:p w14:paraId="14DA32D8" w14:textId="344FCB36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zleceniowa oraz asortymentowa – obliczanie kosztu jednostkowego.</w:t>
            </w:r>
          </w:p>
        </w:tc>
      </w:tr>
      <w:tr w:rsidR="001C7E63" w:rsidRPr="00CA2C2D" w14:paraId="50EEED43" w14:textId="77777777" w:rsidTr="001C7E63">
        <w:tc>
          <w:tcPr>
            <w:tcW w:w="9520" w:type="dxa"/>
          </w:tcPr>
          <w:p w14:paraId="1F6DC36D" w14:textId="7433A3B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Analiza relacji „koszt – rozmiary produkcji – zysk” – zastosowania. </w:t>
            </w:r>
          </w:p>
        </w:tc>
      </w:tr>
    </w:tbl>
    <w:p w14:paraId="7910F3CF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64F8D" w14:textId="3EF14805" w:rsidR="0085747A" w:rsidRPr="00CA2C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3.4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Metody dydaktyczne</w:t>
      </w:r>
    </w:p>
    <w:p w14:paraId="620697BB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D37E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4DA4C70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 xml:space="preserve">Ćwiczenia: rozwiązywanie zadań, analiza i interpretacja danych finansowych, studia przypadków, praca zespołowa </w:t>
      </w:r>
    </w:p>
    <w:p w14:paraId="140F59C8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419A3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544392" w14:textId="77777777" w:rsidR="0085747A" w:rsidRPr="00CA2C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4. </w:t>
      </w:r>
      <w:r w:rsidR="0085747A" w:rsidRPr="00CA2C2D">
        <w:rPr>
          <w:rFonts w:ascii="Corbel" w:hAnsi="Corbel"/>
          <w:smallCaps w:val="0"/>
          <w:szCs w:val="24"/>
        </w:rPr>
        <w:t>METODY I KRYTERIA OCENY</w:t>
      </w:r>
    </w:p>
    <w:p w14:paraId="0BB1031F" w14:textId="77777777" w:rsidR="00923D7D" w:rsidRPr="00CA2C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16FE4" w14:textId="4964C913" w:rsidR="0085747A" w:rsidRPr="00CA2C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4.1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A2C2D">
        <w:rPr>
          <w:rFonts w:ascii="Corbel" w:hAnsi="Corbel"/>
          <w:smallCaps w:val="0"/>
          <w:szCs w:val="24"/>
        </w:rPr>
        <w:t>uczenia się</w:t>
      </w:r>
    </w:p>
    <w:p w14:paraId="1DBE3713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2C2D" w14:paraId="663904C1" w14:textId="77777777" w:rsidTr="001C7E63">
        <w:tc>
          <w:tcPr>
            <w:tcW w:w="1962" w:type="dxa"/>
            <w:vAlign w:val="center"/>
          </w:tcPr>
          <w:p w14:paraId="2553A50D" w14:textId="77777777" w:rsidR="0085747A" w:rsidRPr="00CA2C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EFB2B3" w14:textId="77777777" w:rsidR="0085747A" w:rsidRPr="00CA2C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A741BC" w14:textId="77777777" w:rsidR="0085747A" w:rsidRPr="00CA2C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91B8CB" w14:textId="77777777" w:rsidR="00923D7D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6B0203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A2C2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A2C2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7E63" w:rsidRPr="00CA2C2D" w14:paraId="6B34534D" w14:textId="77777777" w:rsidTr="001C7E63">
        <w:tc>
          <w:tcPr>
            <w:tcW w:w="1962" w:type="dxa"/>
          </w:tcPr>
          <w:p w14:paraId="34784DE2" w14:textId="5C149657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="008E1734">
              <w:rPr>
                <w:rFonts w:ascii="Corbel" w:hAnsi="Corbel"/>
                <w:b w:val="0"/>
                <w:szCs w:val="24"/>
              </w:rPr>
              <w:t>_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0650B4EA" w14:textId="3C7C067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 k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 </w:t>
            </w:r>
          </w:p>
        </w:tc>
        <w:tc>
          <w:tcPr>
            <w:tcW w:w="2117" w:type="dxa"/>
          </w:tcPr>
          <w:p w14:paraId="6139385E" w14:textId="7D100DAA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1C7E63" w:rsidRPr="00CA2C2D" w14:paraId="3C3F51DC" w14:textId="77777777" w:rsidTr="001C7E63">
        <w:tc>
          <w:tcPr>
            <w:tcW w:w="1962" w:type="dxa"/>
          </w:tcPr>
          <w:p w14:paraId="516C930E" w14:textId="1CD86C63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4D525115" w14:textId="6C5D78CC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FD7A07" w14:textId="58F02B8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1C41BC4A" w14:textId="77777777" w:rsidTr="001C7E63">
        <w:tc>
          <w:tcPr>
            <w:tcW w:w="1962" w:type="dxa"/>
          </w:tcPr>
          <w:p w14:paraId="020EDD36" w14:textId="35C2D13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F491DFD" w14:textId="7FBC53CE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3101D53" w14:textId="76E7FC4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23876ED2" w14:textId="77777777" w:rsidTr="001C7E63">
        <w:tc>
          <w:tcPr>
            <w:tcW w:w="1962" w:type="dxa"/>
          </w:tcPr>
          <w:p w14:paraId="42C7D5B1" w14:textId="0DE09D6C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075DCFC1" w14:textId="322DC6E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4F7DA88" w14:textId="2133B93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70D81429" w14:textId="77777777" w:rsidTr="001C7E63">
        <w:tc>
          <w:tcPr>
            <w:tcW w:w="1962" w:type="dxa"/>
          </w:tcPr>
          <w:p w14:paraId="596A82F4" w14:textId="7D03F06D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_05 </w:t>
            </w:r>
          </w:p>
        </w:tc>
        <w:tc>
          <w:tcPr>
            <w:tcW w:w="5441" w:type="dxa"/>
          </w:tcPr>
          <w:p w14:paraId="662EB93C" w14:textId="416411F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29851089" w14:textId="3713456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2A512F55" w14:textId="77777777" w:rsidTr="001C7E63">
        <w:tc>
          <w:tcPr>
            <w:tcW w:w="1962" w:type="dxa"/>
          </w:tcPr>
          <w:p w14:paraId="1FA65CEF" w14:textId="1B2B8EA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_06 </w:t>
            </w:r>
          </w:p>
        </w:tc>
        <w:tc>
          <w:tcPr>
            <w:tcW w:w="5441" w:type="dxa"/>
          </w:tcPr>
          <w:p w14:paraId="4C480C66" w14:textId="3180BC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3107B27" w14:textId="32BBF48D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4342D4D" w14:textId="77777777" w:rsidR="00923D7D" w:rsidRPr="00CA2C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ACEA5" w14:textId="3A82AEE7" w:rsidR="0085747A" w:rsidRPr="00CA2C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4.2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</w:t>
      </w:r>
      <w:r w:rsidR="0085747A" w:rsidRPr="00CA2C2D">
        <w:rPr>
          <w:rFonts w:ascii="Corbel" w:hAnsi="Corbel"/>
          <w:smallCaps w:val="0"/>
          <w:szCs w:val="24"/>
        </w:rPr>
        <w:t>Warunki zaliczenia przedmiotu (kryteria oceniania)</w:t>
      </w:r>
    </w:p>
    <w:p w14:paraId="59966A74" w14:textId="77777777" w:rsidR="00923D7D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615D751D" w14:textId="77777777" w:rsidTr="669C23A7">
        <w:tc>
          <w:tcPr>
            <w:tcW w:w="967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50"/>
            </w:tblGrid>
            <w:tr w:rsidR="5EF587A4" w:rsidRPr="004B0422" w14:paraId="6707DA87" w14:textId="77777777" w:rsidTr="007D249B">
              <w:trPr>
                <w:trHeight w:val="553"/>
              </w:trPr>
              <w:tc>
                <w:tcPr>
                  <w:tcW w:w="9450" w:type="dxa"/>
                </w:tcPr>
                <w:p w14:paraId="244949C7" w14:textId="1A078770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Ćwiczenia: kolokwium </w:t>
                  </w:r>
                </w:p>
                <w:p w14:paraId="2ED03F8A" w14:textId="70808665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Wykład: kolokwium na ćwiczeniach uwzgledniające materiał zrealizowany również na wykładzie </w:t>
                  </w:r>
                </w:p>
                <w:p w14:paraId="46EC6ADE" w14:textId="02A65B3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Ocena 3,0 wymaga uzyskania 51% maksymalnej ilości punktów przypisanych do poszczególnych działań składających się na zaliczenie:</w:t>
                  </w:r>
                </w:p>
                <w:p w14:paraId="338625B7" w14:textId="29C91B5F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  0 – 50%   2,0</w:t>
                  </w:r>
                </w:p>
                <w:p w14:paraId="4D791F0F" w14:textId="7AA369C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51 – 60%   3,0 </w:t>
                  </w:r>
                </w:p>
                <w:p w14:paraId="74FAFD9A" w14:textId="770845D4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61 – 70%   3,5</w:t>
                  </w:r>
                </w:p>
                <w:p w14:paraId="66532B8C" w14:textId="75F27BB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71 – 80%   4,0</w:t>
                  </w:r>
                </w:p>
                <w:p w14:paraId="1F11C508" w14:textId="5A23D36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81 – 90%   4,5</w:t>
                  </w:r>
                </w:p>
                <w:p w14:paraId="1442FC87" w14:textId="5F704C5C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91 – 100% 5,0</w:t>
                  </w:r>
                </w:p>
              </w:tc>
            </w:tr>
          </w:tbl>
          <w:p w14:paraId="46485E7B" w14:textId="252E1EEA" w:rsidR="0085747A" w:rsidRPr="00CA2C2D" w:rsidRDefault="0085747A" w:rsidP="5EF58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962D0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7A877" w14:textId="77777777" w:rsidR="009F4610" w:rsidRPr="00CA2C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 xml:space="preserve">5. </w:t>
      </w:r>
      <w:r w:rsidR="00C61DC5" w:rsidRPr="00CA2C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A2C2D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CA2C2D">
        <w:rPr>
          <w:rFonts w:ascii="Corbel" w:hAnsi="Corbel"/>
          <w:b/>
          <w:sz w:val="24"/>
          <w:szCs w:val="24"/>
        </w:rPr>
        <w:t xml:space="preserve"> </w:t>
      </w:r>
    </w:p>
    <w:p w14:paraId="3E06A61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2C2D" w14:paraId="1A7FC0ED" w14:textId="77777777" w:rsidTr="001C7E63">
        <w:tc>
          <w:tcPr>
            <w:tcW w:w="4902" w:type="dxa"/>
            <w:vAlign w:val="center"/>
          </w:tcPr>
          <w:p w14:paraId="201D7C92" w14:textId="77777777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640AED4" w14:textId="64B412D3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E2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E63" w:rsidRPr="00CA2C2D" w14:paraId="002D25F2" w14:textId="77777777" w:rsidTr="001C7E63">
        <w:tc>
          <w:tcPr>
            <w:tcW w:w="4902" w:type="dxa"/>
          </w:tcPr>
          <w:p w14:paraId="321909A2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59354E9" w14:textId="501A61E9" w:rsidR="001C7E63" w:rsidRPr="00CA2C2D" w:rsidRDefault="00E5557B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C7E63" w:rsidRPr="00CA2C2D" w14:paraId="7D7A71FE" w14:textId="77777777" w:rsidTr="001C7E63">
        <w:tc>
          <w:tcPr>
            <w:tcW w:w="4902" w:type="dxa"/>
          </w:tcPr>
          <w:p w14:paraId="5F156A56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9D52A3" w14:textId="6EB44A62" w:rsidR="001C7E63" w:rsidRPr="00CA2C2D" w:rsidRDefault="004B4485" w:rsidP="004B4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1C7E63"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57826EF" w14:textId="1248B299" w:rsidR="001C7E63" w:rsidRPr="00CA2C2D" w:rsidRDefault="004D6DA2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7E63" w:rsidRPr="00CA2C2D" w14:paraId="5278C189" w14:textId="77777777" w:rsidTr="001C7E63">
        <w:tc>
          <w:tcPr>
            <w:tcW w:w="4902" w:type="dxa"/>
          </w:tcPr>
          <w:p w14:paraId="486DFC28" w14:textId="5E403D9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A2C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A2C2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E6F64BF" w14:textId="08497541" w:rsidR="001C7E63" w:rsidRPr="00CA2C2D" w:rsidRDefault="00E5557B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C7E63" w:rsidRPr="00CA2C2D" w14:paraId="2F2BAE2D" w14:textId="77777777" w:rsidTr="001C7E63">
        <w:tc>
          <w:tcPr>
            <w:tcW w:w="4902" w:type="dxa"/>
          </w:tcPr>
          <w:p w14:paraId="7DA58FEA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8EFA78" w14:textId="7219F96A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C7E63" w:rsidRPr="00CA2C2D" w14:paraId="3A276B05" w14:textId="77777777" w:rsidTr="001C7E63">
        <w:tc>
          <w:tcPr>
            <w:tcW w:w="4902" w:type="dxa"/>
          </w:tcPr>
          <w:p w14:paraId="39C5D35C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A2C2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54A302F" w14:textId="69825AEE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D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54160AE" w14:textId="77777777" w:rsidR="0085747A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2C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2C2D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A2C2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CA2C2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826C017" w14:textId="77777777" w:rsidR="003E1941" w:rsidRPr="00CA2C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3F3C4" w14:textId="77777777" w:rsidR="0085747A" w:rsidRPr="00CA2C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6. </w:t>
      </w:r>
      <w:r w:rsidR="0085747A" w:rsidRPr="00CA2C2D">
        <w:rPr>
          <w:rFonts w:ascii="Corbel" w:hAnsi="Corbel"/>
          <w:smallCaps w:val="0"/>
          <w:szCs w:val="24"/>
        </w:rPr>
        <w:t>PRAKTYKI ZAWO</w:t>
      </w:r>
      <w:r w:rsidR="009D3F3B" w:rsidRPr="00CA2C2D">
        <w:rPr>
          <w:rFonts w:ascii="Corbel" w:hAnsi="Corbel"/>
          <w:smallCaps w:val="0"/>
          <w:szCs w:val="24"/>
        </w:rPr>
        <w:t>DOWE W RAMACH PRZEDMIOTU</w:t>
      </w:r>
    </w:p>
    <w:p w14:paraId="19CB9600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CA2C2D" w14:paraId="26981F3A" w14:textId="77777777" w:rsidTr="001C7E63">
        <w:trPr>
          <w:trHeight w:val="397"/>
        </w:trPr>
        <w:tc>
          <w:tcPr>
            <w:tcW w:w="2359" w:type="pct"/>
          </w:tcPr>
          <w:p w14:paraId="324631C7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06679" w14:textId="6187CE07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A2C2D" w14:paraId="31326694" w14:textId="77777777" w:rsidTr="001C7E63">
        <w:trPr>
          <w:trHeight w:val="397"/>
        </w:trPr>
        <w:tc>
          <w:tcPr>
            <w:tcW w:w="2359" w:type="pct"/>
          </w:tcPr>
          <w:p w14:paraId="34F2C3CC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04E26C6" w14:textId="31F7CC45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95FDC6" w14:textId="77777777" w:rsidR="003E1941" w:rsidRPr="00CA2C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35961C" w14:textId="77777777" w:rsidR="0085747A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7. </w:t>
      </w:r>
      <w:r w:rsidR="0085747A" w:rsidRPr="00CA2C2D">
        <w:rPr>
          <w:rFonts w:ascii="Corbel" w:hAnsi="Corbel"/>
          <w:smallCaps w:val="0"/>
          <w:szCs w:val="24"/>
        </w:rPr>
        <w:t>LITERATURA</w:t>
      </w:r>
    </w:p>
    <w:p w14:paraId="20CC6958" w14:textId="77777777" w:rsidR="00675843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A2C2D" w14:paraId="4FA1C7E6" w14:textId="77777777" w:rsidTr="52C0B1E4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630"/>
            </w:tblGrid>
            <w:tr w:rsidR="52C0B1E4" w:rsidRPr="00765399" w14:paraId="3B414D5E" w14:textId="77777777" w:rsidTr="52C0B1E4">
              <w:trPr>
                <w:trHeight w:val="1590"/>
              </w:trPr>
              <w:tc>
                <w:tcPr>
                  <w:tcW w:w="9630" w:type="dxa"/>
                </w:tcPr>
                <w:p w14:paraId="263BA7D5" w14:textId="054745DC" w:rsidR="52C0B1E4" w:rsidRPr="00765399" w:rsidRDefault="52C0B1E4" w:rsidP="52C0B1E4">
                  <w:pPr>
                    <w:pStyle w:val="Punktygwne"/>
                    <w:spacing w:before="0" w:after="0"/>
                    <w:jc w:val="both"/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Literatura podstawowa:</w:t>
                  </w:r>
                </w:p>
                <w:p w14:paraId="7CA67E77" w14:textId="29FFB284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 xml:space="preserve">Świderska </w:t>
                  </w:r>
                  <w:proofErr w:type="spellStart"/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G.K</w:t>
                  </w:r>
                  <w:proofErr w:type="spellEnd"/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 xml:space="preserve">., Controlling kosztów i rachunkowość zarządcza, </w:t>
                  </w:r>
                  <w:proofErr w:type="spellStart"/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Difin</w:t>
                  </w:r>
                  <w:proofErr w:type="spellEnd"/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, Warszawa 2017.</w:t>
                  </w:r>
                </w:p>
                <w:p w14:paraId="77A8D309" w14:textId="5F5A129D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 xml:space="preserve">Kamela-Sowińska A., </w:t>
                  </w:r>
                  <w:proofErr w:type="spellStart"/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Macuda</w:t>
                  </w:r>
                  <w:proofErr w:type="spellEnd"/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 xml:space="preserve"> M., Rachunkowość zarządcza, Uniwersytet Ekonomiczny w Poznaniu, Poznań 2017.</w:t>
                  </w:r>
                </w:p>
                <w:p w14:paraId="6F1C83EF" w14:textId="162411DA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proofErr w:type="spellStart"/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Rabiej</w:t>
                  </w:r>
                  <w:proofErr w:type="spellEnd"/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 xml:space="preserve"> E., Rachunek kosztów leczenia w aspekcie wyceny świadczeń zdrowotnych, Uniwersytet Rzeszowski, Rzeszów 2013.</w:t>
                  </w:r>
                </w:p>
              </w:tc>
            </w:tr>
          </w:tbl>
          <w:p w14:paraId="5CF21F25" w14:textId="3D6CDBCF" w:rsidR="001C7E63" w:rsidRPr="00765399" w:rsidRDefault="001C7E63" w:rsidP="52C0B1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CA2C2D" w14:paraId="72C96343" w14:textId="77777777" w:rsidTr="52C0B1E4">
        <w:trPr>
          <w:trHeight w:val="397"/>
        </w:trPr>
        <w:tc>
          <w:tcPr>
            <w:tcW w:w="5000" w:type="pct"/>
          </w:tcPr>
          <w:p w14:paraId="5AD7D7F1" w14:textId="171B60B7" w:rsidR="001C7E63" w:rsidRPr="00765399" w:rsidRDefault="4C799C6F" w:rsidP="52C0B1E4">
            <w:pPr>
              <w:pStyle w:val="Punktygwne"/>
              <w:spacing w:before="0" w:after="0"/>
              <w:jc w:val="both"/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EF38D26" w14:textId="7DF94EE7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Świderska </w:t>
            </w:r>
            <w:proofErr w:type="spellStart"/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G.K</w:t>
            </w:r>
            <w:proofErr w:type="spellEnd"/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., Koszt wytworzenia jako podstawa wyceny produktów, Stowarzyszenie Księgowych w Polsce, Warszawa 2017.</w:t>
            </w:r>
          </w:p>
          <w:p w14:paraId="41036294" w14:textId="25EF38C6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Cicha A., </w:t>
            </w:r>
            <w:proofErr w:type="spellStart"/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Zasiewska</w:t>
            </w:r>
            <w:proofErr w:type="spellEnd"/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Rachunkowość dla samodzielnych księgowych – ujęcie praktyczne, Stowarzyszenie Księgowych w Polsce, Warszawa 2018.</w:t>
            </w:r>
          </w:p>
          <w:p w14:paraId="0C7EAD42" w14:textId="065BF9F4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Cicha A., </w:t>
            </w:r>
            <w:proofErr w:type="spellStart"/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Zasiewska</w:t>
            </w:r>
            <w:proofErr w:type="spellEnd"/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Zbiór zadań z rachunkowości dla samodzielnych księgowych – ujęcie praktyczne, Stowarzyszenie Księgowych w Polsce, Warszawa 2018.</w:t>
            </w:r>
          </w:p>
        </w:tc>
      </w:tr>
    </w:tbl>
    <w:p w14:paraId="32F1FA93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6AF59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1A9EB" w14:textId="77777777" w:rsidR="0085747A" w:rsidRPr="00CA2C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2C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8F0BD" w14:textId="77777777" w:rsidR="00631C7A" w:rsidRDefault="00631C7A" w:rsidP="00C16ABF">
      <w:pPr>
        <w:spacing w:after="0" w:line="240" w:lineRule="auto"/>
      </w:pPr>
      <w:r>
        <w:separator/>
      </w:r>
    </w:p>
  </w:endnote>
  <w:endnote w:type="continuationSeparator" w:id="0">
    <w:p w14:paraId="130A0BC9" w14:textId="77777777" w:rsidR="00631C7A" w:rsidRDefault="00631C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923F5" w14:textId="77777777" w:rsidR="00631C7A" w:rsidRDefault="00631C7A" w:rsidP="00C16ABF">
      <w:pPr>
        <w:spacing w:after="0" w:line="240" w:lineRule="auto"/>
      </w:pPr>
      <w:r>
        <w:separator/>
      </w:r>
    </w:p>
  </w:footnote>
  <w:footnote w:type="continuationSeparator" w:id="0">
    <w:p w14:paraId="6B925C90" w14:textId="77777777" w:rsidR="00631C7A" w:rsidRDefault="00631C7A" w:rsidP="00C16ABF">
      <w:pPr>
        <w:spacing w:after="0" w:line="240" w:lineRule="auto"/>
      </w:pPr>
      <w:r>
        <w:continuationSeparator/>
      </w:r>
    </w:p>
  </w:footnote>
  <w:footnote w:id="1">
    <w:p w14:paraId="1946F0D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D3565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4714"/>
    <w:multiLevelType w:val="multilevel"/>
    <w:tmpl w:val="D78C96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5E1A513D"/>
    <w:multiLevelType w:val="hybridMultilevel"/>
    <w:tmpl w:val="8D849350"/>
    <w:lvl w:ilvl="0" w:tplc="075A5132">
      <w:start w:val="1"/>
      <w:numFmt w:val="decimal"/>
      <w:lvlText w:val="%1."/>
      <w:lvlJc w:val="left"/>
      <w:pPr>
        <w:ind w:left="720" w:hanging="360"/>
      </w:pPr>
    </w:lvl>
    <w:lvl w:ilvl="1" w:tplc="7AB4D44C">
      <w:start w:val="1"/>
      <w:numFmt w:val="lowerLetter"/>
      <w:lvlText w:val="%2."/>
      <w:lvlJc w:val="left"/>
      <w:pPr>
        <w:ind w:left="1440" w:hanging="360"/>
      </w:pPr>
    </w:lvl>
    <w:lvl w:ilvl="2" w:tplc="283CE5E2">
      <w:start w:val="1"/>
      <w:numFmt w:val="lowerRoman"/>
      <w:lvlText w:val="%3."/>
      <w:lvlJc w:val="right"/>
      <w:pPr>
        <w:ind w:left="2160" w:hanging="180"/>
      </w:pPr>
    </w:lvl>
    <w:lvl w:ilvl="3" w:tplc="9566E7E0">
      <w:start w:val="1"/>
      <w:numFmt w:val="decimal"/>
      <w:lvlText w:val="%4."/>
      <w:lvlJc w:val="left"/>
      <w:pPr>
        <w:ind w:left="2880" w:hanging="360"/>
      </w:pPr>
    </w:lvl>
    <w:lvl w:ilvl="4" w:tplc="1E7AA182">
      <w:start w:val="1"/>
      <w:numFmt w:val="lowerLetter"/>
      <w:lvlText w:val="%5."/>
      <w:lvlJc w:val="left"/>
      <w:pPr>
        <w:ind w:left="3600" w:hanging="360"/>
      </w:pPr>
    </w:lvl>
    <w:lvl w:ilvl="5" w:tplc="778A8B48">
      <w:start w:val="1"/>
      <w:numFmt w:val="lowerRoman"/>
      <w:lvlText w:val="%6."/>
      <w:lvlJc w:val="right"/>
      <w:pPr>
        <w:ind w:left="4320" w:hanging="180"/>
      </w:pPr>
    </w:lvl>
    <w:lvl w:ilvl="6" w:tplc="F2B812DC">
      <w:start w:val="1"/>
      <w:numFmt w:val="decimal"/>
      <w:lvlText w:val="%7."/>
      <w:lvlJc w:val="left"/>
      <w:pPr>
        <w:ind w:left="5040" w:hanging="360"/>
      </w:pPr>
    </w:lvl>
    <w:lvl w:ilvl="7" w:tplc="D284B906">
      <w:start w:val="1"/>
      <w:numFmt w:val="lowerLetter"/>
      <w:lvlText w:val="%8."/>
      <w:lvlJc w:val="left"/>
      <w:pPr>
        <w:ind w:left="5760" w:hanging="360"/>
      </w:pPr>
    </w:lvl>
    <w:lvl w:ilvl="8" w:tplc="AEFA41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81239"/>
    <w:multiLevelType w:val="hybridMultilevel"/>
    <w:tmpl w:val="B198C078"/>
    <w:lvl w:ilvl="0" w:tplc="369A1E8E">
      <w:start w:val="1"/>
      <w:numFmt w:val="decimal"/>
      <w:lvlText w:val="%1."/>
      <w:lvlJc w:val="left"/>
      <w:pPr>
        <w:ind w:left="360" w:hanging="360"/>
      </w:pPr>
    </w:lvl>
    <w:lvl w:ilvl="1" w:tplc="B8AE725C">
      <w:start w:val="1"/>
      <w:numFmt w:val="lowerLetter"/>
      <w:lvlText w:val="%2."/>
      <w:lvlJc w:val="left"/>
      <w:pPr>
        <w:ind w:left="1080" w:hanging="360"/>
      </w:pPr>
    </w:lvl>
    <w:lvl w:ilvl="2" w:tplc="D7BA7FF0">
      <w:start w:val="1"/>
      <w:numFmt w:val="lowerRoman"/>
      <w:lvlText w:val="%3."/>
      <w:lvlJc w:val="right"/>
      <w:pPr>
        <w:ind w:left="1800" w:hanging="180"/>
      </w:pPr>
    </w:lvl>
    <w:lvl w:ilvl="3" w:tplc="BEBCCC8A">
      <w:start w:val="1"/>
      <w:numFmt w:val="decimal"/>
      <w:lvlText w:val="%4."/>
      <w:lvlJc w:val="left"/>
      <w:pPr>
        <w:ind w:left="2520" w:hanging="360"/>
      </w:pPr>
    </w:lvl>
    <w:lvl w:ilvl="4" w:tplc="4A366A76">
      <w:start w:val="1"/>
      <w:numFmt w:val="lowerLetter"/>
      <w:lvlText w:val="%5."/>
      <w:lvlJc w:val="left"/>
      <w:pPr>
        <w:ind w:left="3240" w:hanging="360"/>
      </w:pPr>
    </w:lvl>
    <w:lvl w:ilvl="5" w:tplc="945C2030">
      <w:start w:val="1"/>
      <w:numFmt w:val="lowerRoman"/>
      <w:lvlText w:val="%6."/>
      <w:lvlJc w:val="right"/>
      <w:pPr>
        <w:ind w:left="3960" w:hanging="180"/>
      </w:pPr>
    </w:lvl>
    <w:lvl w:ilvl="6" w:tplc="53E86D4A">
      <w:start w:val="1"/>
      <w:numFmt w:val="decimal"/>
      <w:lvlText w:val="%7."/>
      <w:lvlJc w:val="left"/>
      <w:pPr>
        <w:ind w:left="4680" w:hanging="360"/>
      </w:pPr>
    </w:lvl>
    <w:lvl w:ilvl="7" w:tplc="104224DE">
      <w:start w:val="1"/>
      <w:numFmt w:val="lowerLetter"/>
      <w:lvlText w:val="%8."/>
      <w:lvlJc w:val="left"/>
      <w:pPr>
        <w:ind w:left="5400" w:hanging="360"/>
      </w:pPr>
    </w:lvl>
    <w:lvl w:ilvl="8" w:tplc="D610CE6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DA2328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8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A3F"/>
    <w:rsid w:val="001A70D2"/>
    <w:rsid w:val="001C7E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DA0"/>
    <w:rsid w:val="0024028F"/>
    <w:rsid w:val="00244ABC"/>
    <w:rsid w:val="00281FF2"/>
    <w:rsid w:val="002857DE"/>
    <w:rsid w:val="00291567"/>
    <w:rsid w:val="002A22BF"/>
    <w:rsid w:val="002A2389"/>
    <w:rsid w:val="002A671D"/>
    <w:rsid w:val="002B39BB"/>
    <w:rsid w:val="002B4D55"/>
    <w:rsid w:val="002B5EA0"/>
    <w:rsid w:val="002B6119"/>
    <w:rsid w:val="002C1F06"/>
    <w:rsid w:val="002C59D1"/>
    <w:rsid w:val="002D3375"/>
    <w:rsid w:val="002D73D4"/>
    <w:rsid w:val="002F02A3"/>
    <w:rsid w:val="002F4ABE"/>
    <w:rsid w:val="003018BA"/>
    <w:rsid w:val="003035B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97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422"/>
    <w:rsid w:val="004B4485"/>
    <w:rsid w:val="004D5282"/>
    <w:rsid w:val="004D6DA2"/>
    <w:rsid w:val="004F1551"/>
    <w:rsid w:val="004F55A3"/>
    <w:rsid w:val="0050496F"/>
    <w:rsid w:val="00505B47"/>
    <w:rsid w:val="00513B6F"/>
    <w:rsid w:val="00517C63"/>
    <w:rsid w:val="005363C4"/>
    <w:rsid w:val="00536BDE"/>
    <w:rsid w:val="00543ACC"/>
    <w:rsid w:val="00554692"/>
    <w:rsid w:val="0056696D"/>
    <w:rsid w:val="0059484D"/>
    <w:rsid w:val="005A0855"/>
    <w:rsid w:val="005A133C"/>
    <w:rsid w:val="005A3196"/>
    <w:rsid w:val="005C080F"/>
    <w:rsid w:val="005C55E5"/>
    <w:rsid w:val="005C696A"/>
    <w:rsid w:val="005E5212"/>
    <w:rsid w:val="005E6E85"/>
    <w:rsid w:val="005F31D2"/>
    <w:rsid w:val="0061029B"/>
    <w:rsid w:val="00617230"/>
    <w:rsid w:val="00621CE1"/>
    <w:rsid w:val="00622C6A"/>
    <w:rsid w:val="00627FC9"/>
    <w:rsid w:val="00631C7A"/>
    <w:rsid w:val="00644BF6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C8"/>
    <w:rsid w:val="00763BF1"/>
    <w:rsid w:val="00765399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49B"/>
    <w:rsid w:val="007D6E56"/>
    <w:rsid w:val="007F4155"/>
    <w:rsid w:val="0081554D"/>
    <w:rsid w:val="0081707E"/>
    <w:rsid w:val="00830948"/>
    <w:rsid w:val="008449B3"/>
    <w:rsid w:val="008552A2"/>
    <w:rsid w:val="0085747A"/>
    <w:rsid w:val="00872063"/>
    <w:rsid w:val="00884922"/>
    <w:rsid w:val="00885F64"/>
    <w:rsid w:val="008917F9"/>
    <w:rsid w:val="008A45F7"/>
    <w:rsid w:val="008C0CC0"/>
    <w:rsid w:val="008C19A9"/>
    <w:rsid w:val="008C28AD"/>
    <w:rsid w:val="008C379D"/>
    <w:rsid w:val="008C5147"/>
    <w:rsid w:val="008C5359"/>
    <w:rsid w:val="008C5363"/>
    <w:rsid w:val="008D3DFB"/>
    <w:rsid w:val="008E1734"/>
    <w:rsid w:val="008E64F4"/>
    <w:rsid w:val="008F12C9"/>
    <w:rsid w:val="008F6E29"/>
    <w:rsid w:val="00916188"/>
    <w:rsid w:val="00923D7D"/>
    <w:rsid w:val="009508DF"/>
    <w:rsid w:val="00950DAC"/>
    <w:rsid w:val="00954A07"/>
    <w:rsid w:val="009757F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63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D51"/>
    <w:rsid w:val="00C766DF"/>
    <w:rsid w:val="00C94B98"/>
    <w:rsid w:val="00CA2B96"/>
    <w:rsid w:val="00CA2C2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9D"/>
    <w:rsid w:val="00DA2114"/>
    <w:rsid w:val="00DA6057"/>
    <w:rsid w:val="00DC6D0C"/>
    <w:rsid w:val="00DE09C0"/>
    <w:rsid w:val="00DE4720"/>
    <w:rsid w:val="00DE4A14"/>
    <w:rsid w:val="00DE7C98"/>
    <w:rsid w:val="00DF320D"/>
    <w:rsid w:val="00DF71C8"/>
    <w:rsid w:val="00E129B8"/>
    <w:rsid w:val="00E21E7D"/>
    <w:rsid w:val="00E22FBC"/>
    <w:rsid w:val="00E24BF5"/>
    <w:rsid w:val="00E25338"/>
    <w:rsid w:val="00E51E44"/>
    <w:rsid w:val="00E5557B"/>
    <w:rsid w:val="00E63348"/>
    <w:rsid w:val="00E661B9"/>
    <w:rsid w:val="00E71D0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AE6128"/>
    <w:rsid w:val="12726018"/>
    <w:rsid w:val="15032FD9"/>
    <w:rsid w:val="32FA87A3"/>
    <w:rsid w:val="34EFD0A2"/>
    <w:rsid w:val="38D76C58"/>
    <w:rsid w:val="3DAADD7B"/>
    <w:rsid w:val="4C799C6F"/>
    <w:rsid w:val="516EE131"/>
    <w:rsid w:val="52C0B1E4"/>
    <w:rsid w:val="5A797201"/>
    <w:rsid w:val="5D41265E"/>
    <w:rsid w:val="5D734B4F"/>
    <w:rsid w:val="5EF587A4"/>
    <w:rsid w:val="614152F9"/>
    <w:rsid w:val="669C23A7"/>
    <w:rsid w:val="75B6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6520"/>
  <w15:docId w15:val="{3823BC7F-7977-4130-9361-EFF1411D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24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249B"/>
  </w:style>
  <w:style w:type="character" w:customStyle="1" w:styleId="spellingerror">
    <w:name w:val="spellingerror"/>
    <w:basedOn w:val="Domylnaczcionkaakapitu"/>
    <w:rsid w:val="007D249B"/>
  </w:style>
  <w:style w:type="character" w:customStyle="1" w:styleId="eop">
    <w:name w:val="eop"/>
    <w:basedOn w:val="Domylnaczcionkaakapitu"/>
    <w:rsid w:val="007D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1401-AFC3-43D4-A05D-626A84A3D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A205E0-153E-449E-9380-89934E3EA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B385E5-485E-4B02-8402-093E300B41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4BF8C5-1DDA-414F-9EE4-2F324546E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971</Words>
  <Characters>5829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23</cp:revision>
  <cp:lastPrinted>2020-10-22T10:41:00Z</cp:lastPrinted>
  <dcterms:created xsi:type="dcterms:W3CDTF">2020-10-23T07:00:00Z</dcterms:created>
  <dcterms:modified xsi:type="dcterms:W3CDTF">2021-09-03T09:32:00Z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